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76"/>
        <w:gridCol w:w="4986"/>
        <w:gridCol w:w="2880"/>
        <w:gridCol w:w="720"/>
        <w:gridCol w:w="486"/>
        <w:gridCol w:w="1890"/>
        <w:gridCol w:w="720"/>
        <w:gridCol w:w="2376"/>
      </w:tblGrid>
      <w:tr w:rsidR="002E2082" w:rsidTr="006B0121">
        <w:trPr>
          <w:gridAfter w:val="6"/>
          <w:wAfter w:w="9072" w:type="dxa"/>
          <w:jc w:val="center"/>
        </w:trPr>
        <w:tc>
          <w:tcPr>
            <w:tcW w:w="1276" w:type="dxa"/>
            <w:tcBorders>
              <w:left w:val="nil"/>
            </w:tcBorders>
          </w:tcPr>
          <w:p w:rsidR="002E2082" w:rsidRDefault="002E2082"/>
        </w:tc>
        <w:tc>
          <w:tcPr>
            <w:tcW w:w="4986" w:type="dxa"/>
          </w:tcPr>
          <w:p w:rsidR="002E2082" w:rsidRDefault="002E2082" w:rsidP="009D082A">
            <w:pPr>
              <w:rPr>
                <w:rFonts w:ascii="DecimaWE Rg" w:hAnsi="DecimaWE Rg"/>
                <w:b/>
              </w:rPr>
            </w:pPr>
          </w:p>
        </w:tc>
      </w:tr>
      <w:tr w:rsidR="009D082A" w:rsidTr="006B0121">
        <w:trPr>
          <w:jc w:val="center"/>
        </w:trPr>
        <w:tc>
          <w:tcPr>
            <w:tcW w:w="91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082A" w:rsidRPr="0061497E" w:rsidRDefault="009D082A">
            <w:pPr>
              <w:rPr>
                <w:rFonts w:ascii="DecimaWE Rg" w:hAnsi="DecimaWE Rg"/>
                <w:b/>
              </w:rPr>
            </w:pPr>
            <w:r w:rsidRPr="0061497E">
              <w:rPr>
                <w:rFonts w:ascii="DecimaWE Rg" w:hAnsi="DecimaWE Rg"/>
                <w:b/>
              </w:rPr>
              <w:t>Operatore</w:t>
            </w:r>
          </w:p>
        </w:tc>
        <w:tc>
          <w:tcPr>
            <w:tcW w:w="1206" w:type="dxa"/>
            <w:gridSpan w:val="2"/>
            <w:tcBorders>
              <w:left w:val="nil"/>
            </w:tcBorders>
          </w:tcPr>
          <w:p w:rsidR="009D082A" w:rsidRDefault="009D082A"/>
        </w:tc>
        <w:tc>
          <w:tcPr>
            <w:tcW w:w="4986" w:type="dxa"/>
            <w:gridSpan w:val="3"/>
          </w:tcPr>
          <w:p w:rsidR="009D082A" w:rsidRPr="004D55F7" w:rsidRDefault="009D082A" w:rsidP="009D082A">
            <w:pPr>
              <w:rPr>
                <w:rFonts w:ascii="DecimaWE Rg" w:hAnsi="DecimaWE Rg"/>
                <w:b/>
              </w:rPr>
            </w:pPr>
            <w:r w:rsidRPr="004D55F7">
              <w:rPr>
                <w:rFonts w:ascii="DecimaWE Rg" w:hAnsi="DecimaWE Rg"/>
                <w:b/>
              </w:rPr>
              <w:t>Alla Direzione centrale</w:t>
            </w:r>
            <w:r w:rsidR="006B0121">
              <w:rPr>
                <w:rFonts w:ascii="DecimaWE Rg" w:hAnsi="DecimaWE Rg"/>
                <w:b/>
              </w:rPr>
              <w:t xml:space="preserve"> lavoro, formazione,</w:t>
            </w:r>
          </w:p>
        </w:tc>
      </w:tr>
      <w:tr w:rsidR="009D082A" w:rsidTr="006B0121">
        <w:trPr>
          <w:jc w:val="center"/>
        </w:trPr>
        <w:tc>
          <w:tcPr>
            <w:tcW w:w="914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82A" w:rsidRPr="0061497E" w:rsidRDefault="009D082A">
            <w:pPr>
              <w:rPr>
                <w:rFonts w:ascii="DecimaWE Rg" w:hAnsi="DecimaWE Rg"/>
              </w:rPr>
            </w:pPr>
          </w:p>
        </w:tc>
        <w:tc>
          <w:tcPr>
            <w:tcW w:w="1206" w:type="dxa"/>
            <w:gridSpan w:val="2"/>
            <w:tcBorders>
              <w:left w:val="nil"/>
            </w:tcBorders>
          </w:tcPr>
          <w:p w:rsidR="009D082A" w:rsidRDefault="009D082A"/>
        </w:tc>
        <w:tc>
          <w:tcPr>
            <w:tcW w:w="4986" w:type="dxa"/>
            <w:gridSpan w:val="3"/>
            <w:tcBorders>
              <w:left w:val="nil"/>
            </w:tcBorders>
          </w:tcPr>
          <w:p w:rsidR="009D082A" w:rsidRPr="004D55F7" w:rsidRDefault="006B0121" w:rsidP="006B0121">
            <w:pPr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istruzione e famiglia</w:t>
            </w:r>
          </w:p>
        </w:tc>
      </w:tr>
      <w:tr w:rsidR="007D054C" w:rsidTr="006B0121">
        <w:trPr>
          <w:jc w:val="center"/>
        </w:trPr>
        <w:tc>
          <w:tcPr>
            <w:tcW w:w="626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054C" w:rsidRPr="0061497E" w:rsidRDefault="007D054C">
            <w:pPr>
              <w:rPr>
                <w:rFonts w:ascii="DecimaWE Rg" w:hAnsi="DecimaWE Rg"/>
                <w:b/>
              </w:rPr>
            </w:pPr>
            <w:r w:rsidRPr="0061497E">
              <w:rPr>
                <w:rFonts w:ascii="DecimaWE Rg" w:hAnsi="DecimaWE Rg"/>
                <w:b/>
              </w:rPr>
              <w:t>Indirizzo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054C" w:rsidRPr="0061497E" w:rsidRDefault="007D054C">
            <w:pPr>
              <w:jc w:val="center"/>
              <w:rPr>
                <w:rFonts w:ascii="DecimaWE Rg" w:hAnsi="DecimaWE Rg"/>
                <w:b/>
              </w:rPr>
            </w:pPr>
            <w:r w:rsidRPr="0061497E">
              <w:rPr>
                <w:rFonts w:ascii="DecimaWE Rg" w:hAnsi="DecimaWE Rg"/>
                <w:b/>
              </w:rPr>
              <w:t>Telefono</w:t>
            </w:r>
          </w:p>
        </w:tc>
        <w:tc>
          <w:tcPr>
            <w:tcW w:w="1206" w:type="dxa"/>
            <w:gridSpan w:val="2"/>
            <w:tcBorders>
              <w:left w:val="nil"/>
            </w:tcBorders>
          </w:tcPr>
          <w:p w:rsidR="007D054C" w:rsidRDefault="007D054C"/>
        </w:tc>
        <w:tc>
          <w:tcPr>
            <w:tcW w:w="4986" w:type="dxa"/>
            <w:gridSpan w:val="3"/>
          </w:tcPr>
          <w:p w:rsidR="007D054C" w:rsidRPr="0061497E" w:rsidRDefault="007D054C">
            <w:pPr>
              <w:rPr>
                <w:rFonts w:ascii="DecimaWE Rg" w:hAnsi="DecimaWE Rg"/>
                <w:b/>
              </w:rPr>
            </w:pPr>
            <w:r w:rsidRPr="0061497E">
              <w:rPr>
                <w:rFonts w:ascii="DecimaWE Rg" w:hAnsi="DecimaWE Rg"/>
                <w:b/>
              </w:rPr>
              <w:t>Via San Francesco</w:t>
            </w:r>
            <w:r w:rsidR="008E110E">
              <w:rPr>
                <w:rFonts w:ascii="DecimaWE Rg" w:hAnsi="DecimaWE Rg"/>
                <w:b/>
              </w:rPr>
              <w:t>,</w:t>
            </w:r>
            <w:r w:rsidRPr="0061497E">
              <w:rPr>
                <w:rFonts w:ascii="DecimaWE Rg" w:hAnsi="DecimaWE Rg"/>
                <w:b/>
              </w:rPr>
              <w:t xml:space="preserve"> 37</w:t>
            </w:r>
          </w:p>
        </w:tc>
      </w:tr>
      <w:tr w:rsidR="007D054C" w:rsidTr="006B0121">
        <w:trPr>
          <w:jc w:val="center"/>
        </w:trPr>
        <w:tc>
          <w:tcPr>
            <w:tcW w:w="6262" w:type="dxa"/>
            <w:gridSpan w:val="2"/>
            <w:tcBorders>
              <w:left w:val="single" w:sz="6" w:space="0" w:color="auto"/>
            </w:tcBorders>
          </w:tcPr>
          <w:p w:rsidR="007D054C" w:rsidRPr="0061497E" w:rsidRDefault="007D054C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</w:tcPr>
          <w:p w:rsidR="007D054C" w:rsidRPr="0061497E" w:rsidRDefault="007D054C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1206" w:type="dxa"/>
            <w:gridSpan w:val="2"/>
            <w:tcBorders>
              <w:left w:val="nil"/>
            </w:tcBorders>
          </w:tcPr>
          <w:p w:rsidR="007D054C" w:rsidRDefault="007D054C"/>
        </w:tc>
        <w:tc>
          <w:tcPr>
            <w:tcW w:w="4986" w:type="dxa"/>
            <w:gridSpan w:val="3"/>
          </w:tcPr>
          <w:p w:rsidR="007D054C" w:rsidRPr="0061497E" w:rsidRDefault="007D054C">
            <w:pPr>
              <w:rPr>
                <w:rFonts w:ascii="DecimaWE Rg" w:hAnsi="DecimaWE Rg"/>
                <w:b/>
              </w:rPr>
            </w:pPr>
            <w:r w:rsidRPr="0061497E">
              <w:rPr>
                <w:rFonts w:ascii="DecimaWE Rg" w:hAnsi="DecimaWE Rg"/>
                <w:b/>
              </w:rPr>
              <w:t>34133 Trieste</w:t>
            </w:r>
          </w:p>
        </w:tc>
      </w:tr>
      <w:tr w:rsidR="007D054C" w:rsidTr="006B0121">
        <w:trPr>
          <w:jc w:val="center"/>
        </w:trPr>
        <w:tc>
          <w:tcPr>
            <w:tcW w:w="6262" w:type="dxa"/>
            <w:gridSpan w:val="2"/>
            <w:tcBorders>
              <w:left w:val="single" w:sz="6" w:space="0" w:color="auto"/>
            </w:tcBorders>
          </w:tcPr>
          <w:p w:rsidR="007D054C" w:rsidRPr="0061497E" w:rsidRDefault="007D054C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</w:tcPr>
          <w:p w:rsidR="007D054C" w:rsidRPr="0061497E" w:rsidRDefault="007D054C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1206" w:type="dxa"/>
            <w:gridSpan w:val="2"/>
            <w:tcBorders>
              <w:left w:val="nil"/>
            </w:tcBorders>
          </w:tcPr>
          <w:p w:rsidR="007D054C" w:rsidRDefault="007D054C"/>
        </w:tc>
        <w:tc>
          <w:tcPr>
            <w:tcW w:w="4986" w:type="dxa"/>
            <w:gridSpan w:val="3"/>
          </w:tcPr>
          <w:p w:rsidR="007D054C" w:rsidRDefault="007D054C">
            <w:pPr>
              <w:rPr>
                <w:b/>
              </w:rPr>
            </w:pPr>
          </w:p>
        </w:tc>
      </w:tr>
      <w:tr w:rsidR="007D054C" w:rsidTr="006B0121">
        <w:trPr>
          <w:jc w:val="center"/>
        </w:trPr>
        <w:tc>
          <w:tcPr>
            <w:tcW w:w="6262" w:type="dxa"/>
            <w:gridSpan w:val="2"/>
            <w:tcBorders>
              <w:left w:val="single" w:sz="6" w:space="0" w:color="auto"/>
            </w:tcBorders>
          </w:tcPr>
          <w:p w:rsidR="007D054C" w:rsidRPr="0061497E" w:rsidRDefault="007D054C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054C" w:rsidRPr="0061497E" w:rsidRDefault="004E429C">
            <w:pPr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>Pec</w:t>
            </w:r>
          </w:p>
        </w:tc>
        <w:tc>
          <w:tcPr>
            <w:tcW w:w="720" w:type="dxa"/>
            <w:tcBorders>
              <w:left w:val="nil"/>
            </w:tcBorders>
          </w:tcPr>
          <w:p w:rsidR="007D054C" w:rsidRDefault="007D054C">
            <w:pPr>
              <w:rPr>
                <w:b/>
              </w:rPr>
            </w:pPr>
          </w:p>
        </w:tc>
        <w:tc>
          <w:tcPr>
            <w:tcW w:w="23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054C" w:rsidRPr="0061497E" w:rsidRDefault="006B0121" w:rsidP="00395A97">
            <w:pPr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Nr. codice </w:t>
            </w:r>
            <w:r w:rsidR="00395A97">
              <w:rPr>
                <w:rFonts w:ascii="DecimaWE Rg" w:hAnsi="DecimaWE Rg"/>
                <w:b/>
              </w:rPr>
              <w:t>operazione</w:t>
            </w:r>
          </w:p>
        </w:tc>
        <w:tc>
          <w:tcPr>
            <w:tcW w:w="720" w:type="dxa"/>
            <w:tcBorders>
              <w:left w:val="nil"/>
            </w:tcBorders>
          </w:tcPr>
          <w:p w:rsidR="007D054C" w:rsidRPr="0061497E" w:rsidRDefault="007D054C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054C" w:rsidRPr="0061497E" w:rsidRDefault="007D054C">
            <w:pPr>
              <w:jc w:val="center"/>
              <w:rPr>
                <w:rFonts w:ascii="DecimaWE Rg" w:hAnsi="DecimaWE Rg"/>
                <w:b/>
              </w:rPr>
            </w:pPr>
            <w:r w:rsidRPr="0061497E">
              <w:rPr>
                <w:rFonts w:ascii="DecimaWE Rg" w:hAnsi="DecimaWE Rg"/>
                <w:b/>
              </w:rPr>
              <w:t>Data inizio stage/tirocinio</w:t>
            </w:r>
          </w:p>
        </w:tc>
      </w:tr>
      <w:tr w:rsidR="007D054C" w:rsidTr="006B0121">
        <w:trPr>
          <w:jc w:val="center"/>
        </w:trPr>
        <w:tc>
          <w:tcPr>
            <w:tcW w:w="6262" w:type="dxa"/>
            <w:gridSpan w:val="2"/>
            <w:tcBorders>
              <w:left w:val="single" w:sz="6" w:space="0" w:color="auto"/>
            </w:tcBorders>
          </w:tcPr>
          <w:p w:rsidR="007D054C" w:rsidRPr="0061497E" w:rsidRDefault="007D054C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</w:tcPr>
          <w:p w:rsidR="007D054C" w:rsidRPr="0061497E" w:rsidRDefault="007D054C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720" w:type="dxa"/>
            <w:tcBorders>
              <w:left w:val="nil"/>
            </w:tcBorders>
          </w:tcPr>
          <w:p w:rsidR="007D054C" w:rsidRDefault="007D054C">
            <w:pPr>
              <w:rPr>
                <w:b/>
              </w:rPr>
            </w:pPr>
          </w:p>
        </w:tc>
        <w:tc>
          <w:tcPr>
            <w:tcW w:w="237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7D054C" w:rsidRDefault="007D054C">
            <w:pPr>
              <w:jc w:val="center"/>
            </w:pPr>
          </w:p>
        </w:tc>
        <w:tc>
          <w:tcPr>
            <w:tcW w:w="720" w:type="dxa"/>
            <w:tcBorders>
              <w:left w:val="nil"/>
            </w:tcBorders>
          </w:tcPr>
          <w:p w:rsidR="007D054C" w:rsidRDefault="007D054C">
            <w:pPr>
              <w:jc w:val="center"/>
            </w:pPr>
          </w:p>
        </w:tc>
        <w:tc>
          <w:tcPr>
            <w:tcW w:w="2376" w:type="dxa"/>
            <w:tcBorders>
              <w:left w:val="single" w:sz="6" w:space="0" w:color="auto"/>
              <w:right w:val="single" w:sz="6" w:space="0" w:color="auto"/>
            </w:tcBorders>
          </w:tcPr>
          <w:p w:rsidR="007D054C" w:rsidRDefault="007D054C">
            <w:pPr>
              <w:jc w:val="center"/>
            </w:pPr>
          </w:p>
        </w:tc>
      </w:tr>
      <w:tr w:rsidR="007D054C" w:rsidTr="006B0121">
        <w:trPr>
          <w:jc w:val="center"/>
        </w:trPr>
        <w:tc>
          <w:tcPr>
            <w:tcW w:w="626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7D054C" w:rsidRPr="0061497E" w:rsidRDefault="007D054C">
            <w:pPr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54C" w:rsidRPr="0061497E" w:rsidRDefault="007D054C">
            <w:pPr>
              <w:jc w:val="center"/>
              <w:rPr>
                <w:rFonts w:ascii="DecimaWE Rg" w:hAnsi="DecimaWE Rg"/>
              </w:rPr>
            </w:pPr>
          </w:p>
        </w:tc>
        <w:tc>
          <w:tcPr>
            <w:tcW w:w="720" w:type="dxa"/>
            <w:tcBorders>
              <w:left w:val="nil"/>
            </w:tcBorders>
          </w:tcPr>
          <w:p w:rsidR="007D054C" w:rsidRDefault="007D054C">
            <w:pPr>
              <w:rPr>
                <w:b/>
              </w:rPr>
            </w:pPr>
          </w:p>
        </w:tc>
        <w:tc>
          <w:tcPr>
            <w:tcW w:w="237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54C" w:rsidRDefault="007D054C">
            <w:pPr>
              <w:jc w:val="center"/>
            </w:pPr>
          </w:p>
        </w:tc>
        <w:tc>
          <w:tcPr>
            <w:tcW w:w="720" w:type="dxa"/>
            <w:tcBorders>
              <w:left w:val="nil"/>
            </w:tcBorders>
          </w:tcPr>
          <w:p w:rsidR="007D054C" w:rsidRDefault="007D054C">
            <w:pPr>
              <w:jc w:val="center"/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54C" w:rsidRDefault="007D054C">
            <w:pPr>
              <w:jc w:val="center"/>
            </w:pPr>
          </w:p>
        </w:tc>
      </w:tr>
    </w:tbl>
    <w:p w:rsidR="007D054C" w:rsidRDefault="007D054C">
      <w:pPr>
        <w:rPr>
          <w:sz w:val="12"/>
        </w:rPr>
      </w:pPr>
    </w:p>
    <w:tbl>
      <w:tblPr>
        <w:tblW w:w="503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827"/>
        <w:gridCol w:w="995"/>
        <w:gridCol w:w="1198"/>
        <w:gridCol w:w="1198"/>
        <w:gridCol w:w="1198"/>
        <w:gridCol w:w="1198"/>
        <w:gridCol w:w="1198"/>
        <w:gridCol w:w="190"/>
        <w:gridCol w:w="940"/>
        <w:gridCol w:w="940"/>
        <w:gridCol w:w="940"/>
        <w:gridCol w:w="793"/>
        <w:gridCol w:w="940"/>
        <w:gridCol w:w="1278"/>
        <w:gridCol w:w="811"/>
      </w:tblGrid>
      <w:tr w:rsidR="006B0121" w:rsidRPr="00FF3590" w:rsidTr="004E429C">
        <w:trPr>
          <w:trHeight w:val="314"/>
        </w:trPr>
        <w:tc>
          <w:tcPr>
            <w:tcW w:w="826" w:type="pct"/>
            <w:gridSpan w:val="3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Tipo di finanziamento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62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58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41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  <w:tr w:rsidR="006B0121" w:rsidRPr="00FF3590" w:rsidTr="004E429C">
        <w:trPr>
          <w:trHeight w:val="302"/>
        </w:trPr>
        <w:tc>
          <w:tcPr>
            <w:tcW w:w="233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0121" w:rsidRPr="00FF3590" w:rsidRDefault="006B0121" w:rsidP="0068410A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0121" w:rsidRPr="00FF3590" w:rsidRDefault="006B0121" w:rsidP="0068410A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0121" w:rsidRPr="00FF3590" w:rsidRDefault="006B0121" w:rsidP="0068410A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90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6B0121" w:rsidRPr="00FF3590" w:rsidRDefault="006B0121" w:rsidP="0068410A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90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B0121" w:rsidRPr="00FF3590" w:rsidRDefault="006B0121" w:rsidP="0068410A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62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58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41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  <w:tr w:rsidR="006B0121" w:rsidRPr="00FF3590" w:rsidTr="004E429C">
        <w:trPr>
          <w:trHeight w:val="375"/>
        </w:trPr>
        <w:tc>
          <w:tcPr>
            <w:tcW w:w="233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121" w:rsidRPr="00FF3590" w:rsidRDefault="00F30BBF" w:rsidP="0068410A">
            <w:pPr>
              <w:jc w:val="center"/>
              <w:rPr>
                <w:rFonts w:ascii="Wingdings" w:hAnsi="Wingdings"/>
                <w:b/>
                <w:color w:val="000000"/>
              </w:rPr>
            </w:pPr>
            <w:r>
              <w:rPr>
                <w:rFonts w:ascii="Wingdings" w:hAnsi="Wingdings"/>
                <w:b/>
                <w:color w:val="000000"/>
              </w:rPr>
              <w:sym w:font="Wingdings" w:char="F0FD"/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121" w:rsidRPr="00FF3590" w:rsidRDefault="004E429C" w:rsidP="00F87CBA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PN</w:t>
            </w:r>
            <w:r w:rsidR="00F87CBA">
              <w:rPr>
                <w:rFonts w:ascii="Calibri" w:hAnsi="Calibri"/>
                <w:b/>
                <w:color w:val="000000"/>
              </w:rPr>
              <w:t>R</w:t>
            </w:r>
            <w:bookmarkStart w:id="0" w:name="_GoBack"/>
            <w:bookmarkEnd w:id="0"/>
            <w:r>
              <w:rPr>
                <w:rFonts w:ascii="Calibri" w:hAnsi="Calibri"/>
                <w:b/>
                <w:color w:val="000000"/>
              </w:rPr>
              <w:t>R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121" w:rsidRPr="00FF3590" w:rsidRDefault="006B0121" w:rsidP="004E429C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</w:rPr>
            </w:pPr>
            <w:r w:rsidRPr="00FF3590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62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121" w:rsidRPr="00FF3590" w:rsidRDefault="006B0121" w:rsidP="0068410A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0121" w:rsidRPr="00FF3590" w:rsidRDefault="006B0121" w:rsidP="0068410A">
            <w:pPr>
              <w:jc w:val="center"/>
              <w:rPr>
                <w:rFonts w:ascii="Calibri" w:hAnsi="Calibri"/>
                <w:b/>
                <w:color w:val="000000"/>
                <w:szCs w:val="22"/>
              </w:rPr>
            </w:pPr>
          </w:p>
        </w:tc>
        <w:tc>
          <w:tcPr>
            <w:tcW w:w="264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  <w:tr w:rsidR="006B0121" w:rsidRPr="00FF3590" w:rsidTr="00F30BBF">
        <w:trPr>
          <w:trHeight w:val="302"/>
        </w:trPr>
        <w:tc>
          <w:tcPr>
            <w:tcW w:w="233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9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62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58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30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41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6B0121" w:rsidRPr="00FF3590" w:rsidRDefault="006B0121" w:rsidP="0068410A">
            <w:pPr>
              <w:rPr>
                <w:rFonts w:ascii="Calibri" w:hAnsi="Calibri"/>
                <w:b/>
                <w:color w:val="000000"/>
                <w:szCs w:val="22"/>
              </w:rPr>
            </w:pPr>
            <w:r w:rsidRPr="00FF3590">
              <w:rPr>
                <w:rFonts w:ascii="Calibri" w:hAnsi="Calibri"/>
                <w:b/>
                <w:color w:val="000000"/>
                <w:szCs w:val="22"/>
              </w:rPr>
              <w:t> </w:t>
            </w:r>
          </w:p>
        </w:tc>
      </w:tr>
    </w:tbl>
    <w:p w:rsidR="007D054C" w:rsidRDefault="007D054C">
      <w:pPr>
        <w:rPr>
          <w:sz w:val="12"/>
        </w:rPr>
      </w:pPr>
    </w:p>
    <w:p w:rsidR="007D054C" w:rsidRDefault="007D054C">
      <w:pPr>
        <w:rPr>
          <w:sz w:val="12"/>
        </w:rPr>
      </w:pPr>
    </w:p>
    <w:tbl>
      <w:tblPr>
        <w:tblW w:w="15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5356"/>
      </w:tblGrid>
      <w:tr w:rsidR="007D054C" w:rsidTr="006B0121">
        <w:trPr>
          <w:trHeight w:val="235"/>
          <w:tblHeader/>
          <w:jc w:val="center"/>
        </w:trPr>
        <w:tc>
          <w:tcPr>
            <w:tcW w:w="15356" w:type="dxa"/>
            <w:tcBorders>
              <w:top w:val="single" w:sz="6" w:space="0" w:color="auto"/>
              <w:right w:val="single" w:sz="6" w:space="0" w:color="auto"/>
            </w:tcBorders>
          </w:tcPr>
          <w:p w:rsidR="007D054C" w:rsidRPr="0061497E" w:rsidRDefault="006B0121">
            <w:pPr>
              <w:keepNext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Denominazione </w:t>
            </w:r>
          </w:p>
        </w:tc>
      </w:tr>
      <w:tr w:rsidR="007D054C" w:rsidTr="006B0121">
        <w:trPr>
          <w:trHeight w:val="455"/>
          <w:jc w:val="center"/>
        </w:trPr>
        <w:tc>
          <w:tcPr>
            <w:tcW w:w="15356" w:type="dxa"/>
            <w:tcBorders>
              <w:bottom w:val="single" w:sz="6" w:space="0" w:color="auto"/>
              <w:right w:val="single" w:sz="6" w:space="0" w:color="auto"/>
            </w:tcBorders>
          </w:tcPr>
          <w:p w:rsidR="007D054C" w:rsidRDefault="007D054C">
            <w:pPr>
              <w:spacing w:before="120" w:after="120"/>
            </w:pPr>
          </w:p>
        </w:tc>
      </w:tr>
    </w:tbl>
    <w:p w:rsidR="007D054C" w:rsidRDefault="007D054C">
      <w:pPr>
        <w:rPr>
          <w:sz w:val="12"/>
        </w:rPr>
      </w:pPr>
    </w:p>
    <w:p w:rsidR="007D054C" w:rsidRDefault="007D054C">
      <w:pPr>
        <w:rPr>
          <w:sz w:val="12"/>
        </w:rPr>
      </w:pPr>
    </w:p>
    <w:p w:rsidR="007D054C" w:rsidRDefault="007D054C">
      <w:pPr>
        <w:rPr>
          <w:sz w:val="1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"/>
        <w:gridCol w:w="3888"/>
        <w:gridCol w:w="4320"/>
        <w:gridCol w:w="3744"/>
        <w:gridCol w:w="2880"/>
      </w:tblGrid>
      <w:tr w:rsidR="007D054C" w:rsidTr="004553A7">
        <w:trPr>
          <w:tblHeader/>
          <w:jc w:val="center"/>
        </w:trPr>
        <w:tc>
          <w:tcPr>
            <w:tcW w:w="4320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D054C" w:rsidRPr="0061497E" w:rsidRDefault="007D054C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61497E">
              <w:rPr>
                <w:rFonts w:ascii="DecimaWE Rg" w:hAnsi="DecimaWE Rg"/>
                <w:b/>
                <w:smallCaps/>
                <w:spacing w:val="30"/>
              </w:rPr>
              <w:t>nominativo allievo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D054C" w:rsidRPr="0061497E" w:rsidRDefault="007D054C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61497E">
              <w:rPr>
                <w:rFonts w:ascii="DecimaWE Rg" w:hAnsi="DecimaWE Rg"/>
                <w:b/>
                <w:smallCaps/>
                <w:spacing w:val="30"/>
              </w:rPr>
              <w:t>soggetto ospitante lo</w:t>
            </w:r>
            <w:r w:rsidRPr="0061497E">
              <w:rPr>
                <w:rFonts w:ascii="DecimaWE Rg" w:hAnsi="DecimaWE Rg"/>
                <w:b/>
                <w:smallCaps/>
                <w:spacing w:val="30"/>
              </w:rPr>
              <w:br/>
              <w:t>stage / tirocinio</w:t>
            </w:r>
            <w:r w:rsidRPr="0061497E">
              <w:rPr>
                <w:rStyle w:val="Rimandonotaapidipagina"/>
                <w:rFonts w:ascii="DecimaWE Rg" w:hAnsi="DecimaWE Rg"/>
                <w:b/>
                <w:smallCaps/>
                <w:spacing w:val="30"/>
              </w:rPr>
              <w:footnoteReference w:id="1"/>
            </w:r>
          </w:p>
        </w:tc>
        <w:tc>
          <w:tcPr>
            <w:tcW w:w="37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7D054C" w:rsidRPr="0061497E" w:rsidRDefault="007D054C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61497E">
              <w:rPr>
                <w:rFonts w:ascii="DecimaWE Rg" w:hAnsi="DecimaWE Rg"/>
                <w:b/>
                <w:smallCaps/>
                <w:spacing w:val="30"/>
              </w:rPr>
              <w:t>tutor</w:t>
            </w:r>
            <w:r w:rsidRPr="0061497E">
              <w:rPr>
                <w:rStyle w:val="Rimandonotaapidipagina"/>
                <w:rFonts w:ascii="DecimaWE Rg" w:hAnsi="DecimaWE Rg"/>
                <w:b/>
                <w:smallCaps/>
                <w:spacing w:val="30"/>
              </w:rPr>
              <w:footnoteReference w:id="2"/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0" w:color="auto" w:fill="auto"/>
          </w:tcPr>
          <w:p w:rsidR="007D054C" w:rsidRPr="0061497E" w:rsidRDefault="007D054C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61497E">
              <w:rPr>
                <w:rFonts w:ascii="DecimaWE Rg" w:hAnsi="DecimaWE Rg"/>
                <w:b/>
                <w:smallCaps/>
                <w:spacing w:val="30"/>
              </w:rPr>
              <w:t>periodo di</w:t>
            </w:r>
            <w:r w:rsidRPr="0061497E">
              <w:rPr>
                <w:rFonts w:ascii="DecimaWE Rg" w:hAnsi="DecimaWE Rg"/>
                <w:b/>
                <w:smallCaps/>
                <w:spacing w:val="30"/>
              </w:rPr>
              <w:br/>
              <w:t>stage / tirocinio</w:t>
            </w:r>
          </w:p>
        </w:tc>
      </w:tr>
      <w:tr w:rsidR="007D054C" w:rsidRPr="0061497E" w:rsidTr="004553A7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 w:rsidTr="004553A7">
        <w:trPr>
          <w:jc w:val="center"/>
        </w:trPr>
        <w:tc>
          <w:tcPr>
            <w:tcW w:w="4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 w:rsidTr="004553A7">
        <w:trPr>
          <w:jc w:val="center"/>
        </w:trPr>
        <w:tc>
          <w:tcPr>
            <w:tcW w:w="4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 w:rsidTr="004553A7">
        <w:trPr>
          <w:jc w:val="center"/>
        </w:trPr>
        <w:tc>
          <w:tcPr>
            <w:tcW w:w="4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 w:rsidTr="004553A7">
        <w:trPr>
          <w:jc w:val="center"/>
        </w:trPr>
        <w:tc>
          <w:tcPr>
            <w:tcW w:w="4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 w:rsidTr="004553A7">
        <w:trPr>
          <w:jc w:val="center"/>
        </w:trPr>
        <w:tc>
          <w:tcPr>
            <w:tcW w:w="43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EA508E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A508E" w:rsidRPr="0061497E" w:rsidRDefault="00EA508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EA508E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A508E" w:rsidRPr="0061497E" w:rsidRDefault="00EA508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EA508E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508E" w:rsidRPr="0061497E" w:rsidRDefault="00EA508E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A508E" w:rsidRPr="0061497E" w:rsidRDefault="00EA508E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7D054C" w:rsidRPr="0061497E">
        <w:trPr>
          <w:jc w:val="center"/>
        </w:trPr>
        <w:tc>
          <w:tcPr>
            <w:tcW w:w="432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D054C" w:rsidRPr="0061497E" w:rsidRDefault="007D054C">
            <w:pPr>
              <w:numPr>
                <w:ilvl w:val="0"/>
                <w:numId w:val="1"/>
              </w:numPr>
              <w:spacing w:before="40" w:after="40"/>
              <w:jc w:val="center"/>
              <w:rPr>
                <w:rFonts w:ascii="DecimaWE Rg" w:hAnsi="DecimaWE Rg"/>
              </w:rPr>
            </w:pPr>
          </w:p>
        </w:tc>
        <w:tc>
          <w:tcPr>
            <w:tcW w:w="388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374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D054C" w:rsidRPr="0061497E" w:rsidRDefault="007D054C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</w:tcPr>
          <w:p w:rsidR="007D054C" w:rsidRPr="0061497E" w:rsidRDefault="007D054C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</w:tbl>
    <w:p w:rsidR="007D054C" w:rsidRDefault="007D054C">
      <w:pPr>
        <w:rPr>
          <w:sz w:val="12"/>
        </w:rPr>
      </w:pPr>
    </w:p>
    <w:p w:rsidR="007D054C" w:rsidRDefault="007D054C">
      <w:pPr>
        <w:rPr>
          <w:sz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850"/>
      </w:tblGrid>
      <w:tr w:rsidR="007D054C" w:rsidRPr="0061497E">
        <w:trPr>
          <w:trHeight w:hRule="exact" w:val="360"/>
        </w:trPr>
        <w:tc>
          <w:tcPr>
            <w:tcW w:w="496" w:type="dxa"/>
          </w:tcPr>
          <w:p w:rsidR="007D054C" w:rsidRPr="0061497E" w:rsidRDefault="007D054C">
            <w:pPr>
              <w:spacing w:before="60"/>
              <w:rPr>
                <w:rFonts w:ascii="DecimaWE Rg" w:hAnsi="DecimaWE Rg"/>
                <w:sz w:val="12"/>
              </w:rPr>
            </w:pPr>
          </w:p>
        </w:tc>
        <w:tc>
          <w:tcPr>
            <w:tcW w:w="2693" w:type="dxa"/>
          </w:tcPr>
          <w:p w:rsidR="007D054C" w:rsidRPr="0061497E" w:rsidRDefault="007D054C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DecimaWE Rg" w:hAnsi="DecimaWE Rg"/>
              </w:rPr>
            </w:pPr>
            <w:r w:rsidRPr="0061497E">
              <w:rPr>
                <w:rFonts w:ascii="DecimaWE Rg" w:hAnsi="DecimaWE Rg"/>
              </w:rPr>
              <w:t>N. allievi frequentanti il corso: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D054C" w:rsidRPr="0061497E" w:rsidRDefault="007D054C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DecimaWE Rg" w:hAnsi="DecimaWE Rg"/>
              </w:rPr>
            </w:pPr>
          </w:p>
        </w:tc>
      </w:tr>
    </w:tbl>
    <w:p w:rsidR="007D054C" w:rsidRPr="0061497E" w:rsidRDefault="007D054C">
      <w:pPr>
        <w:rPr>
          <w:rFonts w:ascii="DecimaWE Rg" w:hAnsi="DecimaWE Rg"/>
          <w:sz w:val="12"/>
        </w:rPr>
      </w:pPr>
    </w:p>
    <w:p w:rsidR="007D054C" w:rsidRPr="0061497E" w:rsidRDefault="007D054C">
      <w:pPr>
        <w:rPr>
          <w:rFonts w:ascii="DecimaWE Rg" w:hAnsi="DecimaWE Rg"/>
          <w:sz w:val="12"/>
        </w:rPr>
      </w:pPr>
    </w:p>
    <w:p w:rsidR="007D054C" w:rsidRPr="0061497E" w:rsidRDefault="007D054C">
      <w:pPr>
        <w:rPr>
          <w:rFonts w:ascii="DecimaWE Rg" w:hAnsi="DecimaWE Rg"/>
          <w:sz w:val="12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160"/>
        <w:gridCol w:w="576"/>
        <w:gridCol w:w="2304"/>
        <w:gridCol w:w="720"/>
        <w:gridCol w:w="4320"/>
      </w:tblGrid>
      <w:tr w:rsidR="007D054C" w:rsidRPr="0061497E">
        <w:trPr>
          <w:jc w:val="center"/>
        </w:trPr>
        <w:tc>
          <w:tcPr>
            <w:tcW w:w="2160" w:type="dxa"/>
          </w:tcPr>
          <w:p w:rsidR="007D054C" w:rsidRPr="0061497E" w:rsidRDefault="007D054C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576" w:type="dxa"/>
          </w:tcPr>
          <w:p w:rsidR="007D054C" w:rsidRPr="0061497E" w:rsidRDefault="007D054C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2304" w:type="dxa"/>
          </w:tcPr>
          <w:p w:rsidR="007D054C" w:rsidRPr="0061497E" w:rsidRDefault="007D054C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720" w:type="dxa"/>
          </w:tcPr>
          <w:p w:rsidR="007D054C" w:rsidRPr="0061497E" w:rsidRDefault="007D054C">
            <w:pPr>
              <w:keepNext/>
              <w:jc w:val="center"/>
              <w:rPr>
                <w:rFonts w:ascii="DecimaWE Rg" w:hAnsi="DecimaWE Rg"/>
              </w:rPr>
            </w:pPr>
          </w:p>
        </w:tc>
        <w:tc>
          <w:tcPr>
            <w:tcW w:w="4320" w:type="dxa"/>
          </w:tcPr>
          <w:p w:rsidR="007D054C" w:rsidRPr="0061497E" w:rsidRDefault="00575868" w:rsidP="00FE51F2">
            <w:pPr>
              <w:keepNext/>
              <w:jc w:val="center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 xml:space="preserve">Il </w:t>
            </w:r>
            <w:r w:rsidR="00FE51F2">
              <w:rPr>
                <w:rFonts w:ascii="DecimaWE Rg" w:hAnsi="DecimaWE Rg"/>
              </w:rPr>
              <w:t>Coordinatore del progetto</w:t>
            </w:r>
          </w:p>
        </w:tc>
      </w:tr>
      <w:tr w:rsidR="007D054C" w:rsidRPr="0061497E">
        <w:trPr>
          <w:jc w:val="center"/>
        </w:trPr>
        <w:tc>
          <w:tcPr>
            <w:tcW w:w="2160" w:type="dxa"/>
            <w:tcBorders>
              <w:bottom w:val="dotted" w:sz="6" w:space="0" w:color="auto"/>
            </w:tcBorders>
          </w:tcPr>
          <w:p w:rsidR="007D054C" w:rsidRPr="0061497E" w:rsidRDefault="007D054C">
            <w:pPr>
              <w:spacing w:before="180"/>
              <w:jc w:val="center"/>
              <w:rPr>
                <w:rFonts w:ascii="DecimaWE Rg" w:hAnsi="DecimaWE Rg"/>
              </w:rPr>
            </w:pPr>
          </w:p>
        </w:tc>
        <w:tc>
          <w:tcPr>
            <w:tcW w:w="576" w:type="dxa"/>
          </w:tcPr>
          <w:p w:rsidR="007D054C" w:rsidRPr="0061497E" w:rsidRDefault="007D054C">
            <w:pPr>
              <w:spacing w:before="180"/>
              <w:jc w:val="center"/>
              <w:rPr>
                <w:rFonts w:ascii="DecimaWE Rg" w:hAnsi="DecimaWE Rg"/>
              </w:rPr>
            </w:pPr>
            <w:r w:rsidRPr="0061497E">
              <w:rPr>
                <w:rFonts w:ascii="DecimaWE Rg" w:hAnsi="DecimaWE Rg"/>
              </w:rPr>
              <w:t>lì</w:t>
            </w:r>
          </w:p>
        </w:tc>
        <w:tc>
          <w:tcPr>
            <w:tcW w:w="2304" w:type="dxa"/>
            <w:tcBorders>
              <w:bottom w:val="dotted" w:sz="6" w:space="0" w:color="auto"/>
            </w:tcBorders>
          </w:tcPr>
          <w:p w:rsidR="007D054C" w:rsidRPr="0061497E" w:rsidRDefault="007D054C">
            <w:pPr>
              <w:spacing w:before="180"/>
              <w:jc w:val="center"/>
              <w:rPr>
                <w:rFonts w:ascii="DecimaWE Rg" w:hAnsi="DecimaWE Rg"/>
              </w:rPr>
            </w:pPr>
          </w:p>
        </w:tc>
        <w:tc>
          <w:tcPr>
            <w:tcW w:w="720" w:type="dxa"/>
          </w:tcPr>
          <w:p w:rsidR="007D054C" w:rsidRPr="0061497E" w:rsidRDefault="007D054C">
            <w:pPr>
              <w:spacing w:before="180"/>
              <w:jc w:val="center"/>
              <w:rPr>
                <w:rFonts w:ascii="DecimaWE Rg" w:hAnsi="DecimaWE Rg"/>
              </w:rPr>
            </w:pPr>
          </w:p>
        </w:tc>
        <w:tc>
          <w:tcPr>
            <w:tcW w:w="4320" w:type="dxa"/>
          </w:tcPr>
          <w:p w:rsidR="007D054C" w:rsidRPr="0061497E" w:rsidRDefault="007D054C">
            <w:pPr>
              <w:spacing w:before="180"/>
              <w:jc w:val="center"/>
              <w:rPr>
                <w:rFonts w:ascii="DecimaWE Rg" w:hAnsi="DecimaWE Rg"/>
              </w:rPr>
            </w:pPr>
          </w:p>
        </w:tc>
      </w:tr>
    </w:tbl>
    <w:p w:rsidR="007D054C" w:rsidRDefault="007D054C">
      <w:pPr>
        <w:rPr>
          <w:sz w:val="12"/>
        </w:rPr>
      </w:pPr>
    </w:p>
    <w:sectPr w:rsidR="007D054C">
      <w:headerReference w:type="first" r:id="rId7"/>
      <w:pgSz w:w="16834" w:h="11909" w:orient="landscape" w:code="9"/>
      <w:pgMar w:top="720" w:right="850" w:bottom="994" w:left="864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3FF" w:rsidRDefault="006643FF">
      <w:r>
        <w:separator/>
      </w:r>
    </w:p>
  </w:endnote>
  <w:endnote w:type="continuationSeparator" w:id="0">
    <w:p w:rsidR="006643FF" w:rsidRDefault="0066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3FF" w:rsidRDefault="006643FF">
      <w:r>
        <w:separator/>
      </w:r>
    </w:p>
  </w:footnote>
  <w:footnote w:type="continuationSeparator" w:id="0">
    <w:p w:rsidR="006643FF" w:rsidRDefault="006643FF">
      <w:r>
        <w:continuationSeparator/>
      </w:r>
    </w:p>
  </w:footnote>
  <w:footnote w:id="1">
    <w:p w:rsidR="005300EB" w:rsidRPr="008B4287" w:rsidRDefault="005300EB">
      <w:pPr>
        <w:pStyle w:val="Testonotaapidipagina"/>
        <w:rPr>
          <w:rFonts w:ascii="DecimaWE Rg" w:hAnsi="DecimaWE Rg"/>
        </w:rPr>
      </w:pPr>
      <w:r>
        <w:rPr>
          <w:rStyle w:val="Rimandonotaapidipagina"/>
        </w:rPr>
        <w:footnoteRef/>
      </w:r>
      <w:r>
        <w:t xml:space="preserve"> </w:t>
      </w:r>
      <w:r w:rsidRPr="008B4287">
        <w:rPr>
          <w:rFonts w:ascii="DecimaWE Rg" w:hAnsi="DecimaWE Rg"/>
        </w:rPr>
        <w:t>indicare la denominazione e l’indirizzo completo</w:t>
      </w:r>
    </w:p>
  </w:footnote>
  <w:footnote w:id="2">
    <w:p w:rsidR="005300EB" w:rsidRDefault="005300EB">
      <w:pPr>
        <w:pStyle w:val="Testonotaapidipagina"/>
      </w:pPr>
      <w:r w:rsidRPr="008B4287">
        <w:rPr>
          <w:rStyle w:val="Rimandonotaapidipagina"/>
          <w:rFonts w:ascii="DecimaWE Rg" w:hAnsi="DecimaWE Rg"/>
        </w:rPr>
        <w:footnoteRef/>
      </w:r>
      <w:r w:rsidRPr="008B4287">
        <w:rPr>
          <w:rFonts w:ascii="DecimaWE Rg" w:hAnsi="DecimaWE Rg"/>
        </w:rPr>
        <w:t xml:space="preserve"> all’interno del soggetto ospitante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7297" w:type="dxa"/>
      <w:jc w:val="center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177"/>
      <w:gridCol w:w="3686"/>
      <w:gridCol w:w="992"/>
      <w:gridCol w:w="5179"/>
      <w:gridCol w:w="179"/>
      <w:gridCol w:w="4389"/>
      <w:gridCol w:w="169"/>
      <w:gridCol w:w="1526"/>
    </w:tblGrid>
    <w:tr w:rsidR="00FF53C8" w:rsidTr="003C3B70">
      <w:trPr>
        <w:jc w:val="center"/>
      </w:trPr>
      <w:tc>
        <w:tcPr>
          <w:tcW w:w="1177" w:type="dxa"/>
        </w:tcPr>
        <w:p w:rsidR="00FF53C8" w:rsidRDefault="00FF53C8" w:rsidP="004553A7">
          <w:pPr>
            <w:spacing w:before="60"/>
            <w:jc w:val="center"/>
          </w:pPr>
        </w:p>
      </w:tc>
      <w:tc>
        <w:tcPr>
          <w:tcW w:w="3686" w:type="dxa"/>
        </w:tcPr>
        <w:p w:rsidR="00FF53C8" w:rsidRDefault="00F30BBF" w:rsidP="00F30BBF">
          <w:pPr>
            <w:spacing w:before="60"/>
            <w:ind w:left="-307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37465</wp:posOffset>
                </wp:positionV>
                <wp:extent cx="6362700" cy="579120"/>
                <wp:effectExtent l="0" t="0" r="0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5239" cy="5793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92" w:type="dxa"/>
          <w:tcBorders>
            <w:left w:val="nil"/>
          </w:tcBorders>
        </w:tcPr>
        <w:p w:rsidR="00FF53C8" w:rsidRDefault="00FF53C8" w:rsidP="00FF53C8">
          <w:pPr>
            <w:spacing w:before="60"/>
            <w:jc w:val="center"/>
          </w:pPr>
        </w:p>
      </w:tc>
      <w:tc>
        <w:tcPr>
          <w:tcW w:w="5179" w:type="dxa"/>
          <w:tcBorders>
            <w:left w:val="nil"/>
          </w:tcBorders>
        </w:tcPr>
        <w:p w:rsidR="00FF53C8" w:rsidRDefault="00FF53C8" w:rsidP="004553A7">
          <w:pPr>
            <w:spacing w:before="60"/>
            <w:jc w:val="center"/>
          </w:pPr>
        </w:p>
      </w:tc>
      <w:tc>
        <w:tcPr>
          <w:tcW w:w="179" w:type="dxa"/>
          <w:tcBorders>
            <w:right w:val="double" w:sz="4" w:space="0" w:color="auto"/>
          </w:tcBorders>
        </w:tcPr>
        <w:p w:rsidR="00FF53C8" w:rsidRPr="0061497E" w:rsidRDefault="00FF53C8" w:rsidP="00FF53C8">
          <w:pPr>
            <w:rPr>
              <w:rFonts w:ascii="DecimaWE Rg" w:hAnsi="DecimaWE Rg"/>
            </w:rPr>
          </w:pPr>
        </w:p>
      </w:tc>
      <w:tc>
        <w:tcPr>
          <w:tcW w:w="438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FF53C8" w:rsidRDefault="00FF53C8" w:rsidP="00DF4C64">
          <w:pPr>
            <w:pStyle w:val="Titolo1"/>
            <w:spacing w:before="360"/>
            <w:rPr>
              <w:rFonts w:ascii="DecimaWE Rg" w:hAnsi="DecimaWE Rg"/>
            </w:rPr>
          </w:pPr>
          <w:r w:rsidRPr="0061497E">
            <w:rPr>
              <w:rFonts w:ascii="DecimaWE Rg" w:hAnsi="DecimaWE Rg"/>
            </w:rPr>
            <w:t>COMUNICAZIONE INIZIO STAGE / TIROCINIO</w:t>
          </w:r>
        </w:p>
        <w:p w:rsidR="002E2082" w:rsidRPr="002E2082" w:rsidRDefault="002E2082" w:rsidP="002E2082"/>
      </w:tc>
      <w:tc>
        <w:tcPr>
          <w:tcW w:w="169" w:type="dxa"/>
          <w:tcBorders>
            <w:left w:val="double" w:sz="4" w:space="0" w:color="auto"/>
          </w:tcBorders>
        </w:tcPr>
        <w:p w:rsidR="00FF53C8" w:rsidRDefault="00FF53C8">
          <w:pPr>
            <w:spacing w:before="120" w:after="120"/>
            <w:jc w:val="center"/>
            <w:rPr>
              <w:b/>
            </w:rPr>
          </w:pPr>
        </w:p>
      </w:tc>
      <w:tc>
        <w:tcPr>
          <w:tcW w:w="1526" w:type="dxa"/>
        </w:tcPr>
        <w:p w:rsidR="002E2082" w:rsidRDefault="002E2082" w:rsidP="002E2082">
          <w:pPr>
            <w:spacing w:before="360" w:after="120" w:line="360" w:lineRule="auto"/>
            <w:rPr>
              <w:rFonts w:ascii="DecimaWE Rg" w:hAnsi="DecimaWE Rg"/>
            </w:rPr>
          </w:pPr>
        </w:p>
        <w:p w:rsidR="00FF53C8" w:rsidRPr="0061497E" w:rsidRDefault="00FF53C8" w:rsidP="002E2082">
          <w:pPr>
            <w:spacing w:before="360" w:after="120" w:line="360" w:lineRule="auto"/>
            <w:rPr>
              <w:rFonts w:ascii="DecimaWE Rg" w:hAnsi="DecimaWE Rg"/>
            </w:rPr>
          </w:pPr>
          <w:proofErr w:type="spellStart"/>
          <w:r w:rsidRPr="0061497E">
            <w:rPr>
              <w:rFonts w:ascii="DecimaWE Rg" w:hAnsi="DecimaWE Rg"/>
            </w:rPr>
            <w:t>Mod</w:t>
          </w:r>
          <w:proofErr w:type="spellEnd"/>
          <w:r w:rsidRPr="0061497E">
            <w:rPr>
              <w:rFonts w:ascii="DecimaWE Rg" w:hAnsi="DecimaWE Rg"/>
            </w:rPr>
            <w:t>. FP5b</w:t>
          </w:r>
        </w:p>
      </w:tc>
    </w:tr>
  </w:tbl>
  <w:p w:rsidR="005300EB" w:rsidRDefault="005300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A4375"/>
    <w:multiLevelType w:val="singleLevel"/>
    <w:tmpl w:val="47804B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C4"/>
    <w:rsid w:val="000362E1"/>
    <w:rsid w:val="000C45D0"/>
    <w:rsid w:val="000C73AA"/>
    <w:rsid w:val="001E64A9"/>
    <w:rsid w:val="002518AD"/>
    <w:rsid w:val="002A05E3"/>
    <w:rsid w:val="002E2082"/>
    <w:rsid w:val="00365CA3"/>
    <w:rsid w:val="0037333B"/>
    <w:rsid w:val="0038312E"/>
    <w:rsid w:val="00395A97"/>
    <w:rsid w:val="003C3B70"/>
    <w:rsid w:val="00430C30"/>
    <w:rsid w:val="004553A7"/>
    <w:rsid w:val="004E429C"/>
    <w:rsid w:val="005300EB"/>
    <w:rsid w:val="00575868"/>
    <w:rsid w:val="005A70B8"/>
    <w:rsid w:val="005C3DFE"/>
    <w:rsid w:val="0061497E"/>
    <w:rsid w:val="00620DEF"/>
    <w:rsid w:val="006643FF"/>
    <w:rsid w:val="00675691"/>
    <w:rsid w:val="006B0121"/>
    <w:rsid w:val="0071037B"/>
    <w:rsid w:val="00734096"/>
    <w:rsid w:val="007D054C"/>
    <w:rsid w:val="0085345F"/>
    <w:rsid w:val="008B4287"/>
    <w:rsid w:val="008E110E"/>
    <w:rsid w:val="009226CC"/>
    <w:rsid w:val="009C0EC7"/>
    <w:rsid w:val="009D082A"/>
    <w:rsid w:val="00A243DC"/>
    <w:rsid w:val="00A6670C"/>
    <w:rsid w:val="00B6171A"/>
    <w:rsid w:val="00BD1B94"/>
    <w:rsid w:val="00BF195F"/>
    <w:rsid w:val="00C20289"/>
    <w:rsid w:val="00C53B0B"/>
    <w:rsid w:val="00CB2269"/>
    <w:rsid w:val="00CD2ECA"/>
    <w:rsid w:val="00D954A8"/>
    <w:rsid w:val="00D97BF8"/>
    <w:rsid w:val="00DC360C"/>
    <w:rsid w:val="00DC7605"/>
    <w:rsid w:val="00DF4C64"/>
    <w:rsid w:val="00E71CC4"/>
    <w:rsid w:val="00EA508E"/>
    <w:rsid w:val="00EC6B83"/>
    <w:rsid w:val="00F30BBF"/>
    <w:rsid w:val="00F81A65"/>
    <w:rsid w:val="00F87CBA"/>
    <w:rsid w:val="00FE51F2"/>
    <w:rsid w:val="00FF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AC439"/>
  <w15:docId w15:val="{1C47DDFD-EFF0-4D90-A11E-4332DC6A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240"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pPr>
      <w:ind w:left="86" w:hanging="86"/>
    </w:pPr>
    <w:rPr>
      <w:sz w:val="16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fumetto">
    <w:name w:val="Balloon Text"/>
    <w:basedOn w:val="Normale"/>
    <w:link w:val="TestofumettoCarattere"/>
    <w:rsid w:val="004553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553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2283\Documents\COMUNICAZIONE%20E%20SITO%20WEB\IMMAGINE%20CAMBIARE%20MATERIALE\FSE%202014_20\FSE%202014_20\FP5b%20comunicazione%20inizio%20stag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FP5b comunicazione inizio stage</Template>
  <TotalTime>63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moddello per comunicazione inizio stage aziendale</vt:lpstr>
    </vt:vector>
  </TitlesOfParts>
  <Company>INSIEL S.p.A.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moddello per comunicazione inizio stage aziendale</dc:title>
  <dc:creator>TLC</dc:creator>
  <cp:lastModifiedBy>Pellizzaro Chiara</cp:lastModifiedBy>
  <cp:revision>14</cp:revision>
  <cp:lastPrinted>2015-03-27T12:29:00Z</cp:lastPrinted>
  <dcterms:created xsi:type="dcterms:W3CDTF">2018-06-18T13:50:00Z</dcterms:created>
  <dcterms:modified xsi:type="dcterms:W3CDTF">2023-03-30T08:46:00Z</dcterms:modified>
</cp:coreProperties>
</file>